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27" w:rsidRPr="00A31327" w:rsidRDefault="00A31327" w:rsidP="00A31327">
      <w:pPr>
        <w:pStyle w:val="Cartable"/>
      </w:pPr>
      <w:bookmarkStart w:id="0" w:name="_GoBack"/>
      <w:bookmarkEnd w:id="0"/>
      <w:r w:rsidRPr="00A31327">
        <w:t xml:space="preserve">Extrait 2 </w:t>
      </w:r>
    </w:p>
    <w:p w:rsidR="00A31327" w:rsidRPr="00A31327" w:rsidRDefault="00A31327" w:rsidP="00A31327">
      <w:pPr>
        <w:pStyle w:val="Cartable"/>
        <w:rPr>
          <w:u w:val="single"/>
        </w:rPr>
      </w:pPr>
      <w:r w:rsidRPr="00A31327">
        <w:rPr>
          <w:u w:val="single"/>
        </w:rPr>
        <w:t>Les trois vieilles femmes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0000FF"/>
        </w:rPr>
        <w:t xml:space="preserve">Vif-Argent marcha d’un pas si rapide que le jeune </w:t>
      </w:r>
      <w:r w:rsidRPr="00A31327">
        <w:rPr>
          <w:color w:val="FF0000"/>
        </w:rPr>
        <w:t xml:space="preserve">garçon suivit son nouvel ami assez difficilement. Il </w:t>
      </w:r>
      <w:r w:rsidRPr="00A31327">
        <w:rPr>
          <w:color w:val="00CC00"/>
        </w:rPr>
        <w:t xml:space="preserve">remarqua alors que Vif-Argent était pourvu de </w:t>
      </w:r>
      <w:r w:rsidRPr="00A31327">
        <w:rPr>
          <w:color w:val="0000FF"/>
        </w:rPr>
        <w:t>souliers ailés....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FF0000"/>
        </w:rPr>
        <w:t xml:space="preserve">Vif-Argent se doutait que son compagnon avait du </w:t>
      </w:r>
      <w:r w:rsidRPr="00A31327">
        <w:rPr>
          <w:color w:val="00CC00"/>
        </w:rPr>
        <w:t xml:space="preserve">mal à le suivre. 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0000FF"/>
        </w:rPr>
        <w:t xml:space="preserve">« Tiens ! lui dit-il, prends ce bâton. Tu en as plus </w:t>
      </w:r>
      <w:r w:rsidRPr="00A31327">
        <w:rPr>
          <w:color w:val="FF0000"/>
        </w:rPr>
        <w:t xml:space="preserve">besoin que moi. Ne marches-tu jamais sur ton île ? 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00CC00"/>
        </w:rPr>
        <w:t xml:space="preserve">Je marche plusieurs kilomètres par jour mais si </w:t>
      </w:r>
      <w:r w:rsidRPr="00A31327">
        <w:rPr>
          <w:color w:val="0000FF"/>
        </w:rPr>
        <w:t xml:space="preserve">j’avais une paire de sandales qui eût des ailes, je </w:t>
      </w:r>
      <w:r w:rsidRPr="00A31327">
        <w:rPr>
          <w:color w:val="FF0000"/>
        </w:rPr>
        <w:t xml:space="preserve">marcherais aussi vite que toi, dit Persée d’une voix </w:t>
      </w:r>
      <w:r w:rsidRPr="00A31327">
        <w:rPr>
          <w:color w:val="00CC00"/>
        </w:rPr>
        <w:lastRenderedPageBreak/>
        <w:t xml:space="preserve">essoufflée en lançant un coup d’œil malin aux pieds </w:t>
      </w:r>
      <w:r w:rsidRPr="00A31327">
        <w:rPr>
          <w:color w:val="0000FF"/>
        </w:rPr>
        <w:t>de Vif-Argent.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FF0000"/>
        </w:rPr>
        <w:t>Je vais essayer de t’en procurer », répondit Vif-</w:t>
      </w:r>
      <w:r w:rsidRPr="00A31327">
        <w:rPr>
          <w:color w:val="00CC00"/>
        </w:rPr>
        <w:t xml:space="preserve">Argent en riant.  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0000FF"/>
        </w:rPr>
        <w:t xml:space="preserve">Cependant, le bâton était d’une telle assistance à </w:t>
      </w:r>
      <w:r w:rsidRPr="00A31327">
        <w:rPr>
          <w:color w:val="FF0000"/>
        </w:rPr>
        <w:t xml:space="preserve">Persée qu’il ne sentit plus la moindre fatigue. Dès </w:t>
      </w:r>
      <w:r w:rsidRPr="00A31327">
        <w:rPr>
          <w:color w:val="00CC00"/>
        </w:rPr>
        <w:t xml:space="preserve">ce moment, les deux compagnons continuèrent leur </w:t>
      </w:r>
      <w:r w:rsidRPr="00A31327">
        <w:rPr>
          <w:color w:val="0000FF"/>
        </w:rPr>
        <w:t xml:space="preserve">route en discutant comme s’ils se connaissaient </w:t>
      </w:r>
      <w:r w:rsidRPr="00A31327">
        <w:rPr>
          <w:color w:val="FF0000"/>
        </w:rPr>
        <w:t xml:space="preserve">depuis toujours. Le jour commençait à s’assombrir. </w:t>
      </w:r>
      <w:r w:rsidRPr="00A31327">
        <w:rPr>
          <w:color w:val="00CC00"/>
        </w:rPr>
        <w:t xml:space="preserve">Persée et Vif-Argent étaient parvenus à un endroit </w:t>
      </w:r>
      <w:r w:rsidRPr="00A31327">
        <w:rPr>
          <w:color w:val="0000FF"/>
        </w:rPr>
        <w:t xml:space="preserve">désert et sauvage, encombré de buissons et de </w:t>
      </w:r>
      <w:r w:rsidRPr="00A31327">
        <w:rPr>
          <w:color w:val="FF0000"/>
        </w:rPr>
        <w:t xml:space="preserve">broussailles, si calme et si solitaire qu’il semblait </w:t>
      </w:r>
      <w:r w:rsidRPr="00A31327">
        <w:rPr>
          <w:color w:val="00CC00"/>
        </w:rPr>
        <w:t xml:space="preserve">n’avoir jamais été exploré par personne. Persée, </w:t>
      </w:r>
      <w:r w:rsidRPr="00A31327">
        <w:rPr>
          <w:color w:val="0000FF"/>
        </w:rPr>
        <w:t xml:space="preserve">regardant autour de lui d’un air un peu </w:t>
      </w:r>
      <w:r w:rsidRPr="00A31327">
        <w:rPr>
          <w:color w:val="FF0000"/>
        </w:rPr>
        <w:lastRenderedPageBreak/>
        <w:t xml:space="preserve">décontenancé, demanda à Vif-Argent s’ils avaient </w:t>
      </w:r>
      <w:r w:rsidRPr="00A31327">
        <w:rPr>
          <w:color w:val="00CC00"/>
        </w:rPr>
        <w:t xml:space="preserve">encore loin à aller. 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0000FF"/>
        </w:rPr>
        <w:t xml:space="preserve">« Chut ! ne fais pas de bruit, répondit Vif-Argent ; </w:t>
      </w:r>
      <w:r w:rsidRPr="00A31327">
        <w:rPr>
          <w:color w:val="FF0000"/>
        </w:rPr>
        <w:t xml:space="preserve">voici justement l’heure et l’endroit où nous pouvons </w:t>
      </w:r>
      <w:r w:rsidRPr="00A31327">
        <w:rPr>
          <w:color w:val="00CC00"/>
        </w:rPr>
        <w:t xml:space="preserve">rencontrer les trois femmes aux cheveux gris. Il ne </w:t>
      </w:r>
      <w:r w:rsidRPr="00A31327">
        <w:rPr>
          <w:color w:val="0000FF"/>
        </w:rPr>
        <w:t xml:space="preserve">faut pas qu’elles t’aperçoivent quand tu </w:t>
      </w:r>
      <w:r w:rsidRPr="00A31327">
        <w:rPr>
          <w:color w:val="FF0000"/>
        </w:rPr>
        <w:t>t’approcheras d’elles.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00CC00"/>
        </w:rPr>
        <w:t xml:space="preserve">— Et comment je ferai pour qu’elles ne me voient </w:t>
      </w:r>
      <w:r w:rsidRPr="00A31327">
        <w:rPr>
          <w:color w:val="0000FF"/>
        </w:rPr>
        <w:t>pas arriver ? » demanda Persée à Vif-Argent.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FF0000"/>
        </w:rPr>
        <w:t xml:space="preserve">Celui-ci expliqua à Persée comment les vieilles </w:t>
      </w:r>
      <w:r w:rsidRPr="00A31327">
        <w:rPr>
          <w:color w:val="00CC00"/>
        </w:rPr>
        <w:t xml:space="preserve">femmes se partageaient le seul œil qu’elles avaient </w:t>
      </w:r>
      <w:r w:rsidRPr="00A31327">
        <w:rPr>
          <w:color w:val="0000FF"/>
        </w:rPr>
        <w:t xml:space="preserve">pour elle trois. Elles l’utilisaient chacune à leur tour, </w:t>
      </w:r>
      <w:r w:rsidRPr="00A31327">
        <w:rPr>
          <w:color w:val="FF0000"/>
        </w:rPr>
        <w:t xml:space="preserve">comme une paire de lunettes, ou, pour mieux dire, </w:t>
      </w:r>
      <w:r w:rsidRPr="00A31327">
        <w:rPr>
          <w:color w:val="00CC00"/>
        </w:rPr>
        <w:t xml:space="preserve">comme un simple lorgnon. Quand l’une des trois </w:t>
      </w:r>
      <w:r w:rsidRPr="00A31327">
        <w:rPr>
          <w:color w:val="0000FF"/>
        </w:rPr>
        <w:lastRenderedPageBreak/>
        <w:t xml:space="preserve">sœurs avait gardé l’œil pendant un certain temps, </w:t>
      </w:r>
      <w:r w:rsidRPr="00A31327">
        <w:rPr>
          <w:color w:val="FF0000"/>
        </w:rPr>
        <w:t xml:space="preserve">elle le prêtait à celle dont c’était le tour. 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00CC00"/>
        </w:rPr>
        <w:t xml:space="preserve">« Est-ce que tu comprends Persée ? 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0000FF"/>
        </w:rPr>
        <w:t xml:space="preserve">Oui, je comprends. Celle qui possède l’œil voit alors </w:t>
      </w:r>
      <w:r w:rsidRPr="00A31327">
        <w:rPr>
          <w:color w:val="FF0000"/>
        </w:rPr>
        <w:t xml:space="preserve">que les deux autres ne voient rien. Mais quand elle </w:t>
      </w:r>
      <w:r w:rsidRPr="00A31327">
        <w:rPr>
          <w:color w:val="00CC00"/>
        </w:rPr>
        <w:t xml:space="preserve">enlève son œil pour le passer à l’une de ses sœurs, </w:t>
      </w:r>
      <w:r w:rsidRPr="00A31327">
        <w:rPr>
          <w:color w:val="0000FF"/>
        </w:rPr>
        <w:t xml:space="preserve">au moment où l’œil passe d’une main à l’autre, elles </w:t>
      </w:r>
      <w:r w:rsidRPr="00A31327">
        <w:rPr>
          <w:color w:val="FF0000"/>
        </w:rPr>
        <w:t xml:space="preserve">ne peuvent pas me voir . 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00CC00"/>
        </w:rPr>
        <w:t xml:space="preserve">Exactement ! C’est à ce moment que tu dois leur </w:t>
      </w:r>
      <w:r w:rsidRPr="00A31327">
        <w:rPr>
          <w:color w:val="0000FF"/>
        </w:rPr>
        <w:t>prendre l’œil. »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FF0000"/>
        </w:rPr>
        <w:t xml:space="preserve">Persée n’avait jamais rien entendu d’aussi étrange </w:t>
      </w:r>
      <w:r w:rsidRPr="00A31327">
        <w:rPr>
          <w:color w:val="00CC00"/>
        </w:rPr>
        <w:t xml:space="preserve">que ces trois vieilles femmes qui se partageaient un </w:t>
      </w:r>
      <w:r w:rsidRPr="00A31327">
        <w:rPr>
          <w:color w:val="0000FF"/>
        </w:rPr>
        <w:t xml:space="preserve">seul œil. Il se demandait même si Vif-Argent ne se </w:t>
      </w:r>
      <w:r w:rsidRPr="00A31327">
        <w:rPr>
          <w:color w:val="FF0000"/>
        </w:rPr>
        <w:lastRenderedPageBreak/>
        <w:t xml:space="preserve">moquait pas de lui. Comment de pareilles créatures </w:t>
      </w:r>
      <w:r w:rsidRPr="00A31327">
        <w:rPr>
          <w:color w:val="00CC00"/>
        </w:rPr>
        <w:t xml:space="preserve">pouvaient-elles exister ? 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0000FF"/>
        </w:rPr>
        <w:t xml:space="preserve">« Je ne te mens pas, dit Vif-Argent. Écoute plutôt ! </w:t>
      </w:r>
      <w:r w:rsidRPr="00A31327">
        <w:rPr>
          <w:color w:val="FF0000"/>
        </w:rPr>
        <w:t>Chut ! Les voilà ! »</w:t>
      </w:r>
    </w:p>
    <w:p w:rsidR="00A31327" w:rsidRPr="00A31327" w:rsidRDefault="00A31327" w:rsidP="00A31327">
      <w:pPr>
        <w:pStyle w:val="Cartable"/>
        <w:rPr>
          <w:color w:val="FF0000"/>
        </w:rPr>
      </w:pPr>
      <w:r w:rsidRPr="00A31327">
        <w:rPr>
          <w:color w:val="00CC00"/>
        </w:rPr>
        <w:t xml:space="preserve">Dans la pénombre, Persée aperçu les trois vieilles </w:t>
      </w:r>
      <w:r w:rsidRPr="00A31327">
        <w:rPr>
          <w:color w:val="0000FF"/>
        </w:rPr>
        <w:t xml:space="preserve">femmes. Elles avançaient tout doucement, pas très </w:t>
      </w:r>
      <w:r w:rsidRPr="00A31327">
        <w:rPr>
          <w:color w:val="FF0000"/>
        </w:rPr>
        <w:t xml:space="preserve">loin de l’endroit où Persée et Vif-Argent se </w:t>
      </w:r>
      <w:r w:rsidRPr="00A31327">
        <w:rPr>
          <w:color w:val="00CC00"/>
        </w:rPr>
        <w:t xml:space="preserve">cachaient. Persée remarqua leurs longues </w:t>
      </w:r>
      <w:r w:rsidRPr="00A31327">
        <w:rPr>
          <w:color w:val="0000FF"/>
        </w:rPr>
        <w:t xml:space="preserve">chevelures grises. Deux d’entre elles avaient au </w:t>
      </w:r>
      <w:r w:rsidRPr="00A31327">
        <w:rPr>
          <w:color w:val="FF0000"/>
        </w:rPr>
        <w:t xml:space="preserve">milieu du front un trou qui était vide ; mais la </w:t>
      </w:r>
      <w:r w:rsidRPr="00A31327">
        <w:rPr>
          <w:color w:val="00CC00"/>
        </w:rPr>
        <w:t xml:space="preserve">troisième sœur avait un œil grand ouvert, qui </w:t>
      </w:r>
      <w:r w:rsidRPr="00A31327">
        <w:rPr>
          <w:color w:val="0000FF"/>
        </w:rPr>
        <w:t xml:space="preserve">étincelait comme un gros diamant. L’une des trois </w:t>
      </w:r>
      <w:r w:rsidRPr="00A31327">
        <w:rPr>
          <w:color w:val="FF0000"/>
        </w:rPr>
        <w:t xml:space="preserve">femmes prit la parole : 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00CC00"/>
        </w:rPr>
        <w:t xml:space="preserve">« Sœur Infernale, s’écria-t-elle, vous avez l’œil </w:t>
      </w:r>
      <w:r w:rsidRPr="00A31327">
        <w:rPr>
          <w:color w:val="0000FF"/>
        </w:rPr>
        <w:t xml:space="preserve">depuis bien longtemps ! À mon tour, s’il vous plaît. 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FF0000"/>
        </w:rPr>
        <w:lastRenderedPageBreak/>
        <w:t xml:space="preserve">Encore un petit moment, Satanite, répondit </w:t>
      </w:r>
      <w:r w:rsidRPr="00A31327">
        <w:rPr>
          <w:color w:val="00CC00"/>
        </w:rPr>
        <w:t xml:space="preserve">Infernale. J’ai cru apercevoir quelque chose derrière </w:t>
      </w:r>
      <w:r w:rsidRPr="00A31327">
        <w:rPr>
          <w:color w:val="0000FF"/>
        </w:rPr>
        <w:t>un buisson. »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FF0000"/>
        </w:rPr>
        <w:t xml:space="preserve">Persée tremblait qu’elle ne vînt à découvrir leur </w:t>
      </w:r>
      <w:r w:rsidRPr="00A31327">
        <w:rPr>
          <w:color w:val="00CC00"/>
        </w:rPr>
        <w:t xml:space="preserve">cachette. Satanite se rapprochait tout doucement </w:t>
      </w:r>
      <w:r w:rsidRPr="00A31327">
        <w:rPr>
          <w:color w:val="0000FF"/>
        </w:rPr>
        <w:t>de l’épais et sombre buisson derrière lequel Vif-</w:t>
      </w:r>
      <w:r w:rsidRPr="00A31327">
        <w:rPr>
          <w:color w:val="FF0000"/>
        </w:rPr>
        <w:t xml:space="preserve">Argent et lui s’étaient blottis. Mais la troisième sœur, </w:t>
      </w:r>
      <w:r w:rsidRPr="00A31327">
        <w:rPr>
          <w:color w:val="00CC00"/>
        </w:rPr>
        <w:t xml:space="preserve">dont le nom était Branlante, commença à se </w:t>
      </w:r>
      <w:r w:rsidRPr="00A31327">
        <w:rPr>
          <w:color w:val="0000FF"/>
        </w:rPr>
        <w:t xml:space="preserve">plaindre. </w:t>
      </w:r>
    </w:p>
    <w:p w:rsidR="00A31327" w:rsidRPr="00A31327" w:rsidRDefault="00A31327" w:rsidP="00A31327">
      <w:pPr>
        <w:pStyle w:val="Cartable"/>
        <w:rPr>
          <w:color w:val="0000FF"/>
        </w:rPr>
      </w:pPr>
      <w:r w:rsidRPr="00A31327">
        <w:rPr>
          <w:color w:val="FF0000"/>
        </w:rPr>
        <w:t xml:space="preserve">« C’est à mon tour d’avoir l’œil ! Donne-le-moi que </w:t>
      </w:r>
      <w:r w:rsidRPr="00A31327">
        <w:rPr>
          <w:color w:val="00CC00"/>
        </w:rPr>
        <w:t xml:space="preserve">je regarde tout de suite le buisson dont vous </w:t>
      </w:r>
      <w:r w:rsidRPr="00A31327">
        <w:rPr>
          <w:color w:val="0000FF"/>
        </w:rPr>
        <w:t>parlez. »</w:t>
      </w:r>
    </w:p>
    <w:p w:rsidR="00A31327" w:rsidRPr="00A31327" w:rsidRDefault="00A31327" w:rsidP="00A31327">
      <w:pPr>
        <w:pStyle w:val="Cartable"/>
        <w:rPr>
          <w:color w:val="00CC00"/>
        </w:rPr>
      </w:pPr>
      <w:r w:rsidRPr="00A31327">
        <w:rPr>
          <w:color w:val="FF0000"/>
        </w:rPr>
        <w:t xml:space="preserve">Pour terminer la querelle, Infernale retira l’œil de </w:t>
      </w:r>
      <w:r w:rsidRPr="00A31327">
        <w:rPr>
          <w:color w:val="00CC00"/>
        </w:rPr>
        <w:t xml:space="preserve">son front, et le présenta aux deux autres. </w:t>
      </w:r>
    </w:p>
    <w:p w:rsidR="00A31327" w:rsidRPr="00A31327" w:rsidRDefault="00A31327" w:rsidP="00A31327">
      <w:pPr>
        <w:pStyle w:val="Cartable"/>
        <w:rPr>
          <w:rFonts w:eastAsia="LinLibertine"/>
          <w:color w:val="00CC00"/>
        </w:rPr>
      </w:pPr>
      <w:r w:rsidRPr="00A31327">
        <w:rPr>
          <w:color w:val="0000FF"/>
        </w:rPr>
        <w:lastRenderedPageBreak/>
        <w:t>« Allons, pas de dispute. Voilà l’œil, prenez-le, dit-</w:t>
      </w:r>
      <w:r w:rsidRPr="00A31327">
        <w:rPr>
          <w:color w:val="FF0000"/>
        </w:rPr>
        <w:t xml:space="preserve">elle. </w:t>
      </w:r>
      <w:r w:rsidRPr="00A31327">
        <w:rPr>
          <w:rFonts w:eastAsia="LinLibertine"/>
          <w:color w:val="FF0000"/>
        </w:rPr>
        <w:t xml:space="preserve">Prenez-le donc vite, ou je le garde et me le </w:t>
      </w:r>
      <w:r w:rsidRPr="00A31327">
        <w:rPr>
          <w:rFonts w:eastAsia="LinLibertine"/>
          <w:color w:val="00CC00"/>
        </w:rPr>
        <w:t>remets au front. »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00FF"/>
        </w:rPr>
        <w:t xml:space="preserve">Satanite et Branlante avancèrent leurs mains à </w:t>
      </w:r>
      <w:r w:rsidRPr="00A31327">
        <w:rPr>
          <w:rFonts w:eastAsia="LinLibertine"/>
          <w:color w:val="FF0000"/>
        </w:rPr>
        <w:t xml:space="preserve">tâtons pour attraper l’œil, mais comme elles étaient </w:t>
      </w:r>
      <w:r w:rsidRPr="00A31327">
        <w:rPr>
          <w:rFonts w:eastAsia="LinLibertine"/>
          <w:color w:val="00CC00"/>
        </w:rPr>
        <w:t xml:space="preserve">aveugles, elles n’arrivaient pas à atteindre la main </w:t>
      </w:r>
      <w:r w:rsidRPr="00A31327">
        <w:rPr>
          <w:rFonts w:eastAsia="LinLibertine"/>
          <w:color w:val="0000FF"/>
        </w:rPr>
        <w:t xml:space="preserve">de leur sœur. Satanite marcha sur le pied de </w:t>
      </w:r>
      <w:r w:rsidRPr="00A31327">
        <w:rPr>
          <w:rFonts w:eastAsia="LinLibertine"/>
          <w:color w:val="FF0000"/>
        </w:rPr>
        <w:t xml:space="preserve">Branlante, qui cria de douleur. Celle-ci donna un </w:t>
      </w:r>
      <w:r w:rsidRPr="00A31327">
        <w:rPr>
          <w:rFonts w:eastAsia="LinLibertine"/>
          <w:color w:val="00CC00"/>
        </w:rPr>
        <w:t xml:space="preserve">coup de poing en l’air, sans savoir si elle allait </w:t>
      </w:r>
      <w:r w:rsidRPr="00A31327">
        <w:rPr>
          <w:rFonts w:eastAsia="LinLibertine"/>
          <w:color w:val="0000FF"/>
        </w:rPr>
        <w:t xml:space="preserve">toucher sa sœur, et son poing atterrit sur le nez </w:t>
      </w:r>
      <w:r w:rsidRPr="00A31327">
        <w:rPr>
          <w:rFonts w:eastAsia="LinLibertine"/>
          <w:color w:val="FF0000"/>
        </w:rPr>
        <w:t xml:space="preserve">d’Infernale.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CC00"/>
        </w:rPr>
        <w:t xml:space="preserve">« Sale brute ! hurla Infernale, tu viens de frapper </w:t>
      </w:r>
      <w:r w:rsidRPr="00A31327">
        <w:rPr>
          <w:rFonts w:eastAsia="LinLibertine"/>
          <w:color w:val="0000FF"/>
        </w:rPr>
        <w:t>mon nez.</w:t>
      </w:r>
    </w:p>
    <w:p w:rsidR="00A31327" w:rsidRPr="00A31327" w:rsidRDefault="00A31327" w:rsidP="00A31327">
      <w:pPr>
        <w:pStyle w:val="Cartable"/>
        <w:rPr>
          <w:rFonts w:eastAsia="LinLibertine"/>
          <w:color w:val="00CC00"/>
        </w:rPr>
      </w:pPr>
      <w:r w:rsidRPr="00A31327">
        <w:rPr>
          <w:rFonts w:eastAsia="LinLibertine"/>
          <w:color w:val="FF0000"/>
        </w:rPr>
        <w:t xml:space="preserve">C’est Satanite qui m’a marché sur le pied, s’écria </w:t>
      </w:r>
      <w:r w:rsidRPr="00A31327">
        <w:rPr>
          <w:rFonts w:eastAsia="LinLibertine"/>
          <w:color w:val="00CC00"/>
        </w:rPr>
        <w:t>Branlante.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00FF"/>
        </w:rPr>
        <w:lastRenderedPageBreak/>
        <w:t xml:space="preserve">Cela ne serait jamais arrivé si tu te poussais un </w:t>
      </w:r>
      <w:r w:rsidRPr="00A31327">
        <w:rPr>
          <w:rFonts w:eastAsia="LinLibertine"/>
          <w:color w:val="FF0000"/>
        </w:rPr>
        <w:t>peu ! » vociféra Satanite.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CC00"/>
        </w:rPr>
        <w:t xml:space="preserve">Vif-Argent s’était fort amusé de ce spectacle et pour </w:t>
      </w:r>
      <w:r w:rsidRPr="00A31327">
        <w:rPr>
          <w:rFonts w:eastAsia="LinLibertine"/>
          <w:color w:val="0000FF"/>
        </w:rPr>
        <w:t xml:space="preserve">s’empêcher d’éclater de rire, il plaquait ses deux </w:t>
      </w:r>
      <w:r w:rsidRPr="00A31327">
        <w:rPr>
          <w:rFonts w:eastAsia="LinLibertine"/>
          <w:color w:val="FF0000"/>
        </w:rPr>
        <w:t xml:space="preserve">mains sur sa bouche.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CC00"/>
        </w:rPr>
        <w:t xml:space="preserve">« Voilà le bon moment pour moi », souffla Persée à </w:t>
      </w:r>
      <w:r w:rsidRPr="00A31327">
        <w:rPr>
          <w:rFonts w:eastAsia="LinLibertine"/>
          <w:color w:val="0000FF"/>
        </w:rPr>
        <w:t xml:space="preserve">l’oreille de son ami. 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FF0000"/>
        </w:rPr>
        <w:t xml:space="preserve">Il s’élança sur Infernale et lui arracha son œil de la </w:t>
      </w:r>
      <w:r w:rsidRPr="00A31327">
        <w:rPr>
          <w:rFonts w:eastAsia="LinLibertine"/>
          <w:color w:val="00CC00"/>
        </w:rPr>
        <w:t xml:space="preserve">main avant que l’une de ses sœurs ait pu le mettre </w:t>
      </w:r>
      <w:r w:rsidRPr="00A31327">
        <w:rPr>
          <w:rFonts w:eastAsia="LinLibertine"/>
          <w:color w:val="0000FF"/>
        </w:rPr>
        <w:t xml:space="preserve">à son front.  L’œil merveilleux, une fois dans sa </w:t>
      </w:r>
      <w:r w:rsidRPr="00A31327">
        <w:rPr>
          <w:rFonts w:eastAsia="LinLibertine"/>
          <w:color w:val="FF0000"/>
        </w:rPr>
        <w:t xml:space="preserve">main, jeta des flammes.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CC00"/>
        </w:rPr>
        <w:t xml:space="preserve">« Qui m’a pris l’œil ?  Est-ce toi Satanite ? demanda </w:t>
      </w:r>
      <w:r w:rsidRPr="00A31327">
        <w:rPr>
          <w:rFonts w:eastAsia="LinLibertine"/>
          <w:color w:val="0000FF"/>
        </w:rPr>
        <w:t>Infernale.</w:t>
      </w:r>
    </w:p>
    <w:p w:rsidR="00A31327" w:rsidRPr="00A31327" w:rsidRDefault="00A31327" w:rsidP="00A31327">
      <w:pPr>
        <w:pStyle w:val="Cartable"/>
        <w:rPr>
          <w:rFonts w:eastAsia="LinLibertine"/>
          <w:color w:val="00CC00"/>
        </w:rPr>
      </w:pPr>
      <w:r w:rsidRPr="00A31327">
        <w:rPr>
          <w:rFonts w:eastAsia="LinLibertine"/>
          <w:color w:val="FF0000"/>
        </w:rPr>
        <w:lastRenderedPageBreak/>
        <w:t xml:space="preserve">Je n’ai pas l’œil, répondit Satanite, est-ce toi </w:t>
      </w:r>
      <w:r w:rsidRPr="00A31327">
        <w:rPr>
          <w:rFonts w:eastAsia="LinLibertine"/>
          <w:color w:val="00CC00"/>
        </w:rPr>
        <w:t xml:space="preserve">Branlante ?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00FF"/>
        </w:rPr>
        <w:t>Non point ! dit Branlante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Mes bonnes dames, leur dit Persée, je vous en prie, </w:t>
      </w:r>
      <w:r w:rsidRPr="00A31327">
        <w:rPr>
          <w:rFonts w:eastAsia="LinLibertine"/>
          <w:color w:val="00CC00"/>
        </w:rPr>
        <w:t xml:space="preserve">ne vous fâchez plus ; c’est moi qui ai l’honneur de </w:t>
      </w:r>
      <w:r w:rsidRPr="00A31327">
        <w:rPr>
          <w:rFonts w:eastAsia="LinLibertine"/>
          <w:color w:val="0000FF"/>
        </w:rPr>
        <w:t xml:space="preserve">tenir dans ma main votre œil.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Notre œil ! Mais qui êtes-vous ? » répliquèrent les </w:t>
      </w:r>
      <w:r w:rsidRPr="00A31327">
        <w:rPr>
          <w:rFonts w:eastAsia="LinLibertine"/>
          <w:color w:val="00CC00"/>
        </w:rPr>
        <w:t xml:space="preserve">trois sœurs en faisant retentir l’air d’un seul cri </w:t>
      </w:r>
      <w:r w:rsidRPr="00A31327">
        <w:rPr>
          <w:rFonts w:eastAsia="LinLibertine"/>
          <w:color w:val="0000FF"/>
        </w:rPr>
        <w:t>déchirant.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Elles furent terriblement effrayées en entendant une </w:t>
      </w:r>
      <w:r w:rsidRPr="00A31327">
        <w:rPr>
          <w:rFonts w:eastAsia="LinLibertine"/>
          <w:color w:val="00CC00"/>
        </w:rPr>
        <w:t xml:space="preserve">voix étrangère et en apprenant que leur œil était </w:t>
      </w:r>
      <w:r w:rsidRPr="00A31327">
        <w:rPr>
          <w:rFonts w:eastAsia="LinLibertine"/>
          <w:color w:val="0000FF"/>
        </w:rPr>
        <w:t xml:space="preserve">entre les mains d’un inconnu. 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FF0000"/>
        </w:rPr>
        <w:t xml:space="preserve">« Et qu’allons-nous devenir ? s’écrièrent-elles ; </w:t>
      </w:r>
      <w:r w:rsidRPr="00A31327">
        <w:rPr>
          <w:rFonts w:eastAsia="LinLibertine"/>
          <w:color w:val="00CC00"/>
        </w:rPr>
        <w:t xml:space="preserve">nous sommes plongées dans d’horribles ténèbres ! </w:t>
      </w:r>
      <w:r w:rsidRPr="00A31327">
        <w:rPr>
          <w:rFonts w:eastAsia="LinLibertine"/>
          <w:color w:val="0000FF"/>
        </w:rPr>
        <w:lastRenderedPageBreak/>
        <w:t xml:space="preserve">Rendez-nous notre œil, notre seule, notre </w:t>
      </w:r>
      <w:r w:rsidRPr="00A31327">
        <w:rPr>
          <w:rFonts w:eastAsia="LinLibertine"/>
          <w:color w:val="FF0000"/>
        </w:rPr>
        <w:t>précieuse, notre unique lumière !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CC00"/>
        </w:rPr>
        <w:t xml:space="preserve">— Promets-leur, murmura Vif-Argent à Persée, que </w:t>
      </w:r>
      <w:r w:rsidRPr="00A31327">
        <w:rPr>
          <w:rFonts w:eastAsia="LinLibertine"/>
          <w:color w:val="0000FF"/>
        </w:rPr>
        <w:t xml:space="preserve">tu le leur rendras aussitôt qu’elles t’auront indiqué </w:t>
      </w:r>
      <w:r w:rsidRPr="00A31327">
        <w:rPr>
          <w:rFonts w:eastAsia="LinLibertine"/>
          <w:color w:val="FF0000"/>
        </w:rPr>
        <w:t>la demeure des Gorgones.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CC00"/>
        </w:rPr>
        <w:t xml:space="preserve">— Mes chères, mes bonnes et aimables dames, dit </w:t>
      </w:r>
      <w:r w:rsidRPr="00A31327">
        <w:rPr>
          <w:rFonts w:eastAsia="LinLibertine"/>
          <w:color w:val="0000FF"/>
        </w:rPr>
        <w:t xml:space="preserve">alors Persée en s’adressant aux trois vieilles, ne </w:t>
      </w:r>
      <w:r w:rsidRPr="00A31327">
        <w:rPr>
          <w:rFonts w:eastAsia="LinLibertine"/>
          <w:color w:val="FF0000"/>
        </w:rPr>
        <w:t xml:space="preserve">vous alarmez pas ; je ne suis pas un méchant </w:t>
      </w:r>
      <w:r w:rsidRPr="00A31327">
        <w:rPr>
          <w:rFonts w:eastAsia="LinLibertine"/>
          <w:color w:val="00CC00"/>
        </w:rPr>
        <w:t xml:space="preserve">homme. Je vous rendrai votre œil intact dès que </w:t>
      </w:r>
      <w:r w:rsidRPr="00A31327">
        <w:rPr>
          <w:rFonts w:eastAsia="LinLibertine"/>
          <w:color w:val="0000FF"/>
        </w:rPr>
        <w:t xml:space="preserve">vous me direz où je peux trouver la retraite des </w:t>
      </w:r>
      <w:r w:rsidRPr="00A31327">
        <w:rPr>
          <w:rFonts w:eastAsia="LinLibertine"/>
          <w:color w:val="FF0000"/>
        </w:rPr>
        <w:t xml:space="preserve">Gorgones.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CC00"/>
        </w:rPr>
        <w:t xml:space="preserve">De quelles Gorgones parles-tu ? dit Infernale, je ne </w:t>
      </w:r>
      <w:r w:rsidRPr="00A31327">
        <w:rPr>
          <w:rFonts w:eastAsia="LinLibertine"/>
          <w:color w:val="0000FF"/>
        </w:rPr>
        <w:t xml:space="preserve">connais aucune Gorgone, et vous, mes sœurs ? </w:t>
      </w:r>
    </w:p>
    <w:p w:rsidR="00A31327" w:rsidRPr="00A31327" w:rsidRDefault="00A31327" w:rsidP="00A31327">
      <w:pPr>
        <w:pStyle w:val="Cartable"/>
        <w:rPr>
          <w:rFonts w:eastAsia="LinLibertine"/>
          <w:color w:val="00CC00"/>
        </w:rPr>
      </w:pPr>
      <w:r w:rsidRPr="00A31327">
        <w:rPr>
          <w:rFonts w:eastAsia="LinLibertine"/>
          <w:color w:val="FF0000"/>
        </w:rPr>
        <w:lastRenderedPageBreak/>
        <w:t xml:space="preserve">Aucune Gorgone, non, je ne connais aucune </w:t>
      </w:r>
      <w:r w:rsidRPr="00A31327">
        <w:rPr>
          <w:rFonts w:eastAsia="LinLibertine"/>
          <w:color w:val="00CC00"/>
        </w:rPr>
        <w:t>Gorgone, répondit Satanite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00FF"/>
        </w:rPr>
        <w:t xml:space="preserve">Non point ! » s’écria Branlante.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Pendant tout ce temps-là, les trois vieilles femmes </w:t>
      </w:r>
      <w:r w:rsidRPr="00A31327">
        <w:rPr>
          <w:rFonts w:eastAsia="LinLibertine"/>
          <w:color w:val="00CC00"/>
        </w:rPr>
        <w:t xml:space="preserve">aux cheveux gris cherchaient à tâtons et </w:t>
      </w:r>
      <w:r w:rsidRPr="00A31327">
        <w:rPr>
          <w:rFonts w:eastAsia="LinLibertine"/>
          <w:color w:val="0000FF"/>
        </w:rPr>
        <w:t xml:space="preserve">allongeaient leurs bras, en faisant tous leurs efforts </w:t>
      </w:r>
      <w:r w:rsidRPr="00A31327">
        <w:rPr>
          <w:rFonts w:eastAsia="LinLibertine"/>
          <w:color w:val="FF0000"/>
        </w:rPr>
        <w:t xml:space="preserve">pour se saisir de Persée ; mais il eut le plus grand </w:t>
      </w:r>
      <w:r w:rsidRPr="00A31327">
        <w:rPr>
          <w:rFonts w:eastAsia="LinLibertine"/>
          <w:color w:val="00CC00"/>
        </w:rPr>
        <w:t xml:space="preserve">soin de rester à l’abri de leur atteinte. Persée </w:t>
      </w:r>
      <w:r w:rsidRPr="00A31327">
        <w:rPr>
          <w:rFonts w:eastAsia="LinLibertine"/>
          <w:color w:val="0000FF"/>
        </w:rPr>
        <w:t xml:space="preserve">commençait à croire que les femmes aux cheveux </w:t>
      </w:r>
      <w:r w:rsidRPr="00A31327">
        <w:rPr>
          <w:rFonts w:eastAsia="LinLibertine"/>
          <w:color w:val="FF0000"/>
        </w:rPr>
        <w:t xml:space="preserve">gris ne savaient rien sur les Gorgones et il était sur </w:t>
      </w:r>
      <w:r w:rsidRPr="00A31327">
        <w:rPr>
          <w:rFonts w:eastAsia="LinLibertine"/>
          <w:color w:val="00CC00"/>
        </w:rPr>
        <w:t xml:space="preserve">le point de leur restituer leur œil quand Vif-Argent lui </w:t>
      </w:r>
      <w:r w:rsidRPr="00A31327">
        <w:rPr>
          <w:rFonts w:eastAsia="LinLibertine"/>
          <w:color w:val="0000FF"/>
        </w:rPr>
        <w:t xml:space="preserve">arrêta la main : 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FF0000"/>
        </w:rPr>
        <w:t xml:space="preserve">« Ne sois pas leur dupe, lui dit-il. Ces trois femmes </w:t>
      </w:r>
      <w:r w:rsidRPr="00A31327">
        <w:rPr>
          <w:rFonts w:eastAsia="LinLibertine"/>
          <w:color w:val="00CC00"/>
        </w:rPr>
        <w:t xml:space="preserve">sont les seules créatures à pouvoir t’indiquer la </w:t>
      </w:r>
      <w:r w:rsidRPr="00A31327">
        <w:rPr>
          <w:rFonts w:eastAsia="LinLibertine"/>
          <w:color w:val="0000FF"/>
        </w:rPr>
        <w:lastRenderedPageBreak/>
        <w:t xml:space="preserve">demeure des Gorgones. Tiens bien l’œil et tout ira </w:t>
      </w:r>
      <w:r w:rsidRPr="00A31327">
        <w:rPr>
          <w:rFonts w:eastAsia="LinLibertine"/>
          <w:color w:val="FF0000"/>
        </w:rPr>
        <w:t>selon tes souhaits. »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CC00"/>
        </w:rPr>
        <w:t xml:space="preserve">Vif-Argent avait raison et Persée garda l’œil dans le </w:t>
      </w:r>
      <w:r w:rsidRPr="00A31327">
        <w:rPr>
          <w:rFonts w:eastAsia="LinLibertine"/>
          <w:color w:val="0000FF"/>
        </w:rPr>
        <w:t xml:space="preserve">creux de sa main. Il reposa la même question aux </w:t>
      </w:r>
      <w:r w:rsidRPr="00A31327">
        <w:rPr>
          <w:rFonts w:eastAsia="LinLibertine"/>
          <w:color w:val="FF0000"/>
        </w:rPr>
        <w:t xml:space="preserve">trois vieilles femmes : « Où se trouvent les </w:t>
      </w:r>
      <w:r w:rsidRPr="00A31327">
        <w:rPr>
          <w:rFonts w:eastAsia="LinLibertine"/>
          <w:color w:val="00CC00"/>
        </w:rPr>
        <w:t xml:space="preserve">Gorgones ? ». Leur unique œil avait une telle valeur </w:t>
      </w:r>
      <w:r w:rsidRPr="00A31327">
        <w:rPr>
          <w:rFonts w:eastAsia="LinLibertine"/>
          <w:color w:val="0000FF"/>
        </w:rPr>
        <w:t xml:space="preserve">pour ces vieilles femmes qu’elles finirent par </w:t>
      </w:r>
      <w:r w:rsidRPr="00A31327">
        <w:rPr>
          <w:rFonts w:eastAsia="LinLibertine"/>
          <w:color w:val="FF0000"/>
        </w:rPr>
        <w:t xml:space="preserve">dévoiler à Persée le secret qu’il désirait connaître. </w:t>
      </w:r>
    </w:p>
    <w:p w:rsidR="00A31327" w:rsidRPr="00A31327" w:rsidRDefault="00A31327" w:rsidP="00A31327">
      <w:pPr>
        <w:pStyle w:val="Cartable"/>
        <w:rPr>
          <w:rFonts w:eastAsia="LinLibertine"/>
          <w:color w:val="FF0000"/>
        </w:rPr>
      </w:pPr>
      <w:r w:rsidRPr="00A31327">
        <w:rPr>
          <w:rFonts w:eastAsia="LinLibertine"/>
          <w:color w:val="00CC00"/>
        </w:rPr>
        <w:t xml:space="preserve">« Tu trouveras les Gorgones par-delà l’océan, à </w:t>
      </w:r>
      <w:r w:rsidRPr="00A31327">
        <w:rPr>
          <w:rFonts w:eastAsia="LinLibertine"/>
          <w:color w:val="0000FF"/>
        </w:rPr>
        <w:t xml:space="preserve">l’endroit où le soleil se couche, sur une ile déserte à </w:t>
      </w:r>
      <w:r w:rsidRPr="00A31327">
        <w:rPr>
          <w:rFonts w:eastAsia="LinLibertine"/>
          <w:color w:val="FF0000"/>
        </w:rPr>
        <w:t xml:space="preserve">la limite de la nuit. »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00CC00"/>
        </w:rPr>
        <w:t xml:space="preserve">Le jeune homme remit l’œil dans la main de </w:t>
      </w:r>
      <w:r w:rsidRPr="00A31327">
        <w:rPr>
          <w:rFonts w:eastAsia="LinLibertine"/>
          <w:color w:val="0000FF"/>
        </w:rPr>
        <w:t xml:space="preserve">Satanite, les remercia et leur dit adieu. Aussitôt, </w:t>
      </w:r>
      <w:r w:rsidRPr="00A31327">
        <w:rPr>
          <w:rFonts w:eastAsia="LinLibertine"/>
          <w:color w:val="FF0000"/>
        </w:rPr>
        <w:t xml:space="preserve">Satanite, Infernale et Branlante se disputèrent l’œil </w:t>
      </w:r>
      <w:r w:rsidRPr="00A31327">
        <w:rPr>
          <w:rFonts w:eastAsia="LinLibertine"/>
          <w:color w:val="00CC00"/>
        </w:rPr>
        <w:lastRenderedPageBreak/>
        <w:t xml:space="preserve">tandis que Vif-Argent et Persée disparurent dans </w:t>
      </w:r>
      <w:r w:rsidRPr="00A31327">
        <w:rPr>
          <w:rFonts w:eastAsia="LinLibertine"/>
          <w:color w:val="0000FF"/>
        </w:rPr>
        <w:t xml:space="preserve">les sombres fourrées.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« Les Gorgones sont sur une ile si lointaine que </w:t>
      </w:r>
      <w:r w:rsidRPr="00A31327">
        <w:rPr>
          <w:rFonts w:eastAsia="LinLibertine"/>
          <w:color w:val="00CC00"/>
        </w:rPr>
        <w:t xml:space="preserve">nous allons mettre des mois pour les retrouver, dit </w:t>
      </w:r>
      <w:r w:rsidRPr="00A31327">
        <w:rPr>
          <w:rFonts w:eastAsia="LinLibertine"/>
          <w:color w:val="0000FF"/>
        </w:rPr>
        <w:t xml:space="preserve">Persée d’une voix désespérée, nous devons trouver </w:t>
      </w:r>
      <w:r w:rsidRPr="00A31327">
        <w:rPr>
          <w:rFonts w:eastAsia="LinLibertine"/>
          <w:color w:val="FF0000"/>
        </w:rPr>
        <w:t xml:space="preserve">un bateau et un équipage mais également acheter </w:t>
      </w:r>
      <w:r w:rsidRPr="00A31327">
        <w:rPr>
          <w:rFonts w:eastAsia="LinLibertine"/>
          <w:color w:val="00CC00"/>
        </w:rPr>
        <w:t xml:space="preserve">de quoi manger et boire pour toute la durée du </w:t>
      </w:r>
      <w:r w:rsidRPr="00A31327">
        <w:rPr>
          <w:rFonts w:eastAsia="LinLibertine"/>
          <w:color w:val="0000FF"/>
        </w:rPr>
        <w:t xml:space="preserve">voyage. </w:t>
      </w:r>
    </w:p>
    <w:p w:rsidR="00A31327" w:rsidRPr="00A31327" w:rsidRDefault="00A31327" w:rsidP="00A31327">
      <w:pPr>
        <w:pStyle w:val="Cartable"/>
        <w:rPr>
          <w:rFonts w:eastAsia="LinLibertine"/>
          <w:color w:val="0000FF"/>
        </w:rPr>
      </w:pPr>
      <w:r w:rsidRPr="00A31327">
        <w:rPr>
          <w:rFonts w:eastAsia="LinLibertine"/>
          <w:color w:val="FF0000"/>
        </w:rPr>
        <w:t xml:space="preserve">Ou alors, il te faut des sandales ailées ! Grâce à ces </w:t>
      </w:r>
      <w:r w:rsidRPr="00A31327">
        <w:rPr>
          <w:rFonts w:eastAsia="LinLibertine"/>
          <w:color w:val="00CC00"/>
        </w:rPr>
        <w:t xml:space="preserve">sandales, tu pourrais survoler l’océan, dit Vif-Argent </w:t>
      </w:r>
      <w:r w:rsidRPr="00A31327">
        <w:rPr>
          <w:rFonts w:eastAsia="LinLibertine"/>
          <w:color w:val="0000FF"/>
        </w:rPr>
        <w:t>avec un sourire malicieux.</w:t>
      </w:r>
    </w:p>
    <w:p w:rsidR="00A31327" w:rsidRPr="00A31327" w:rsidRDefault="00A42B1E" w:rsidP="00A31327">
      <w:pPr>
        <w:pStyle w:val="Cartable"/>
        <w:rPr>
          <w:rFonts w:eastAsia="LinLibertine"/>
          <w:color w:val="FF0000"/>
        </w:rPr>
      </w:pPr>
      <w:r>
        <w:rPr>
          <w:rFonts w:eastAsia="LinLibertine"/>
          <w:color w:val="FF0000"/>
        </w:rPr>
        <w:t>Mais où trouver c</w:t>
      </w:r>
      <w:r w:rsidR="00A31327" w:rsidRPr="00A31327">
        <w:rPr>
          <w:rFonts w:eastAsia="LinLibertine"/>
          <w:color w:val="FF0000"/>
        </w:rPr>
        <w:t xml:space="preserve">es sandales ? </w:t>
      </w:r>
    </w:p>
    <w:p w:rsidR="00A31327" w:rsidRPr="00A31327" w:rsidRDefault="00A31327" w:rsidP="00A31327">
      <w:pPr>
        <w:pStyle w:val="Cartable"/>
        <w:rPr>
          <w:rFonts w:eastAsia="LinLibertine"/>
          <w:color w:val="00CC00"/>
        </w:rPr>
      </w:pPr>
      <w:r w:rsidRPr="00A31327">
        <w:rPr>
          <w:rFonts w:eastAsia="LinLibertine"/>
          <w:color w:val="00CC00"/>
        </w:rPr>
        <w:t>Moi je sais ! Chez les nymphes ! »</w:t>
      </w:r>
    </w:p>
    <w:p w:rsidR="00A31327" w:rsidRPr="00A31327" w:rsidRDefault="00A31327" w:rsidP="00A31327">
      <w:pPr>
        <w:pStyle w:val="Cartable"/>
      </w:pPr>
    </w:p>
    <w:sectPr w:rsidR="00A31327" w:rsidRPr="00A31327" w:rsidSect="0079141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71A5E"/>
    <w:multiLevelType w:val="hybridMultilevel"/>
    <w:tmpl w:val="A16C5700"/>
    <w:lvl w:ilvl="0" w:tplc="756E9AD0">
      <w:numFmt w:val="bullet"/>
      <w:lvlText w:val="—"/>
      <w:lvlJc w:val="left"/>
      <w:pPr>
        <w:ind w:left="405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6C7E5DE1"/>
    <w:multiLevelType w:val="hybridMultilevel"/>
    <w:tmpl w:val="E55812E2"/>
    <w:lvl w:ilvl="0" w:tplc="7444C61E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17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91417"/>
    <w:rsid w:val="007A6120"/>
    <w:rsid w:val="007A6EB7"/>
    <w:rsid w:val="007C34A1"/>
    <w:rsid w:val="007C4470"/>
    <w:rsid w:val="007D2C10"/>
    <w:rsid w:val="007D3186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1327"/>
    <w:rsid w:val="00A3423C"/>
    <w:rsid w:val="00A42B1E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82EC2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AB008-3A57-4D2D-802A-8F8724A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82EC2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C82EC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82EC2"/>
  </w:style>
  <w:style w:type="table" w:styleId="Grilledutableau">
    <w:name w:val="Table Grid"/>
    <w:basedOn w:val="TableauNormal"/>
    <w:uiPriority w:val="59"/>
    <w:rsid w:val="00C8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C82EC2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C8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8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8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C95E-801B-417E-972F-60438425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3</TotalTime>
  <Pages>13</Pages>
  <Words>1185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</cp:revision>
  <cp:lastPrinted>2017-08-04T12:13:00Z</cp:lastPrinted>
  <dcterms:created xsi:type="dcterms:W3CDTF">2017-07-10T09:31:00Z</dcterms:created>
  <dcterms:modified xsi:type="dcterms:W3CDTF">2017-08-04T12:14:00Z</dcterms:modified>
</cp:coreProperties>
</file>